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5AF96B15" w:rsidR="008A012F" w:rsidRPr="005320BF" w:rsidRDefault="008A012F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30EB014D" w:rsidR="008A012F" w:rsidRPr="005320BF" w:rsidRDefault="008A012F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rPr>
                <w:rStyle w:val="SITemporaryText-blue"/>
                <w:color w:val="auto"/>
                <w:sz w:val="20"/>
              </w:rPr>
              <w:t xml:space="preserve">This version released with Training Package Version </w:t>
            </w:r>
            <w:r w:rsidR="005320BF" w:rsidRPr="005320BF">
              <w:rPr>
                <w:rStyle w:val="SITemporaryText-blue"/>
                <w:color w:val="auto"/>
                <w:sz w:val="20"/>
              </w:rPr>
              <w:t>8</w:t>
            </w:r>
            <w:r w:rsidRPr="005320BF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70826D86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6B26DA">
              <w:t>X</w:t>
            </w:r>
            <w:r w:rsidR="00FB0C02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29BDF496" w:rsidR="00F1480E" w:rsidRPr="005404CB" w:rsidRDefault="00FB0C02" w:rsidP="005404CB">
            <w:pPr>
              <w:pStyle w:val="SIUnittitle"/>
            </w:pPr>
            <w:r w:rsidRPr="00FB0C02">
              <w:t>Monitor weather conditions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F0D55A9" w14:textId="77777777" w:rsidR="002B2773" w:rsidRPr="002B2773" w:rsidRDefault="002B2773" w:rsidP="002B2773">
            <w:r w:rsidRPr="002B2773">
              <w:t>This unit of competency describes the skills and knowledge required to monitor and interpret weather and climate conditions and assess the likely impact on work functions and activity.</w:t>
            </w:r>
          </w:p>
          <w:p w14:paraId="3D9C287F" w14:textId="77777777" w:rsidR="002B2773" w:rsidRPr="002B2773" w:rsidRDefault="002B2773" w:rsidP="002B2773"/>
          <w:p w14:paraId="2ACA682E" w14:textId="4EAD5B3B" w:rsidR="002B2773" w:rsidRPr="002B2773" w:rsidRDefault="002B2773" w:rsidP="002B2773">
            <w:r w:rsidRPr="002B2773">
              <w:t xml:space="preserve">The unit applies to individuals who </w:t>
            </w:r>
            <w:r w:rsidR="005320BF">
              <w:t xml:space="preserve">monitor weather conditions </w:t>
            </w:r>
            <w:r w:rsidRPr="002B2773">
              <w:t>under broad direction and take responsibility for their own work.</w:t>
            </w:r>
          </w:p>
          <w:p w14:paraId="320B7099" w14:textId="77777777" w:rsidR="002B2773" w:rsidRPr="002B2773" w:rsidRDefault="002B2773" w:rsidP="002B2773"/>
          <w:p w14:paraId="3202A0B8" w14:textId="525625EB" w:rsidR="00CC1B21" w:rsidRPr="000754EC" w:rsidRDefault="002B2773" w:rsidP="002B2773">
            <w:r w:rsidRPr="002B2773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CFA948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B2773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66FD6376" w:rsidR="002B2773" w:rsidRPr="002B2773" w:rsidRDefault="002B2773" w:rsidP="002B2773">
            <w:pPr>
              <w:pStyle w:val="SIText"/>
            </w:pPr>
            <w:r w:rsidRPr="002B2773">
              <w:t>1. Interpret weather and climate information</w:t>
            </w:r>
          </w:p>
        </w:tc>
        <w:tc>
          <w:tcPr>
            <w:tcW w:w="3604" w:type="pct"/>
            <w:shd w:val="clear" w:color="auto" w:fill="auto"/>
          </w:tcPr>
          <w:p w14:paraId="49D7F028" w14:textId="7A1BCB3B" w:rsidR="002B2773" w:rsidRPr="002B2773" w:rsidRDefault="002B2773" w:rsidP="002B2773">
            <w:r w:rsidRPr="002B2773">
              <w:t xml:space="preserve">1.1 </w:t>
            </w:r>
            <w:r w:rsidR="004A63F6">
              <w:t>Review</w:t>
            </w:r>
            <w:r w:rsidRPr="002B2773">
              <w:t xml:space="preserve"> weather and climate information and warnings to determine likely conditions</w:t>
            </w:r>
          </w:p>
          <w:p w14:paraId="7C251960" w14:textId="175096F0" w:rsidR="002B2773" w:rsidRPr="002B2773" w:rsidRDefault="002B2773" w:rsidP="002B2773">
            <w:r w:rsidRPr="002B2773">
              <w:t>1.2 Anticipate and assess potential variations in weather and climate conditions according to w</w:t>
            </w:r>
            <w:r w:rsidR="004A63F6">
              <w:t>eather information and reports</w:t>
            </w:r>
          </w:p>
          <w:p w14:paraId="364B78D4" w14:textId="77777777" w:rsidR="002B2773" w:rsidRPr="002B2773" w:rsidRDefault="002B2773" w:rsidP="002B2773">
            <w:r w:rsidRPr="002B2773">
              <w:t>1.3 Identify the possible impacts of weather and climate on workplace activity</w:t>
            </w:r>
          </w:p>
          <w:p w14:paraId="36FFA5C5" w14:textId="086727B9" w:rsidR="002B2773" w:rsidRPr="002B2773" w:rsidRDefault="002B2773" w:rsidP="002B2773">
            <w:pPr>
              <w:pStyle w:val="SIText"/>
            </w:pPr>
            <w:r w:rsidRPr="002B2773">
              <w:t>1.4 Identify and review options for appropriate preventative actions</w:t>
            </w:r>
          </w:p>
        </w:tc>
      </w:tr>
      <w:tr w:rsidR="002B2773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5333BFE9" w:rsidR="002B2773" w:rsidRPr="002B2773" w:rsidRDefault="002B2773" w:rsidP="002B2773">
            <w:pPr>
              <w:pStyle w:val="SIText"/>
            </w:pPr>
            <w:r w:rsidRPr="002B2773">
              <w:t>2. Carry out preventative actions within the workplace</w:t>
            </w:r>
          </w:p>
        </w:tc>
        <w:tc>
          <w:tcPr>
            <w:tcW w:w="3604" w:type="pct"/>
            <w:shd w:val="clear" w:color="auto" w:fill="auto"/>
          </w:tcPr>
          <w:p w14:paraId="19A323D4" w14:textId="77777777" w:rsidR="002B2773" w:rsidRPr="002B2773" w:rsidRDefault="002B2773" w:rsidP="002B2773">
            <w:r w:rsidRPr="002B2773">
              <w:t>2.1 Disseminate information and advice according to workplace procedures</w:t>
            </w:r>
          </w:p>
          <w:p w14:paraId="22A2308B" w14:textId="77777777" w:rsidR="002B2773" w:rsidRPr="002B2773" w:rsidRDefault="002B2773" w:rsidP="002B2773">
            <w:r w:rsidRPr="002B2773">
              <w:t>2.2 Plan preventative action according to the known effects on workplace activities</w:t>
            </w:r>
          </w:p>
          <w:p w14:paraId="432D04A3" w14:textId="6F0AB149" w:rsidR="002B2773" w:rsidRPr="002B2773" w:rsidRDefault="002B2773" w:rsidP="002B2773">
            <w:r w:rsidRPr="002B2773">
              <w:t>2.3 Implement actions to minimise adverse effects on workplace activities</w:t>
            </w:r>
          </w:p>
          <w:p w14:paraId="215A6E64" w14:textId="3117A746" w:rsidR="002B2773" w:rsidRPr="002B2773" w:rsidRDefault="002B2773" w:rsidP="002B2773">
            <w:pPr>
              <w:pStyle w:val="SIText"/>
            </w:pPr>
            <w:r w:rsidRPr="002B2773">
              <w:t>2.4 Adjust and revise workplace activities and schedules according to weather conditions</w:t>
            </w:r>
          </w:p>
        </w:tc>
      </w:tr>
      <w:tr w:rsidR="002B2773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03648DBC" w:rsidR="002B2773" w:rsidRPr="002B2773" w:rsidRDefault="002B2773" w:rsidP="002B2773">
            <w:pPr>
              <w:pStyle w:val="SIText"/>
            </w:pPr>
            <w:r w:rsidRPr="002B2773">
              <w:t>3. Monitor weather and climate</w:t>
            </w:r>
          </w:p>
        </w:tc>
        <w:tc>
          <w:tcPr>
            <w:tcW w:w="3604" w:type="pct"/>
            <w:shd w:val="clear" w:color="auto" w:fill="auto"/>
          </w:tcPr>
          <w:p w14:paraId="23DB6D96" w14:textId="77777777" w:rsidR="002B2773" w:rsidRPr="002B2773" w:rsidRDefault="002B2773" w:rsidP="002B2773">
            <w:r w:rsidRPr="002B2773">
              <w:t>3.1 Access regular weather updates to determine the ongoing suitability of current programs</w:t>
            </w:r>
          </w:p>
          <w:p w14:paraId="3407D38F" w14:textId="216A8C87" w:rsidR="002B2773" w:rsidRPr="002B2773" w:rsidRDefault="002B2773" w:rsidP="002B2773">
            <w:r w:rsidRPr="002B2773">
              <w:t xml:space="preserve">3.2 Review the viability and scheduling of work tasks to </w:t>
            </w:r>
            <w:r w:rsidR="004A63F6">
              <w:t>align with predicted</w:t>
            </w:r>
            <w:r w:rsidRPr="002B2773">
              <w:t xml:space="preserve"> weather conditions</w:t>
            </w:r>
          </w:p>
          <w:p w14:paraId="3177E7B3" w14:textId="65A2246B" w:rsidR="002B2773" w:rsidRPr="002B2773" w:rsidRDefault="002B2773">
            <w:r w:rsidRPr="002B2773">
              <w:t xml:space="preserve">3.3 Record weather information according to workplace </w:t>
            </w:r>
            <w:r w:rsidR="00C500F0">
              <w:t>requirements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2773" w:rsidRPr="00336FCA" w:rsidDel="00423CB2" w14:paraId="50C4AEC9" w14:textId="77777777" w:rsidTr="00CA2922">
        <w:tc>
          <w:tcPr>
            <w:tcW w:w="1396" w:type="pct"/>
          </w:tcPr>
          <w:p w14:paraId="7D6DB92A" w14:textId="0F2BB68D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Reading</w:t>
            </w:r>
          </w:p>
        </w:tc>
        <w:tc>
          <w:tcPr>
            <w:tcW w:w="3604" w:type="pct"/>
          </w:tcPr>
          <w:p w14:paraId="7565784A" w14:textId="1B06ED9B" w:rsidR="002B2773" w:rsidRPr="005320BF" w:rsidRDefault="002B2773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320BF">
              <w:t>Analyses and consolidates weather reports, warning and data from a range of sources to interpret for actions</w:t>
            </w:r>
          </w:p>
        </w:tc>
      </w:tr>
      <w:tr w:rsidR="002B2773" w:rsidRPr="00336FCA" w:rsidDel="00423CB2" w14:paraId="4B05001C" w14:textId="77777777" w:rsidTr="00CA2922">
        <w:tc>
          <w:tcPr>
            <w:tcW w:w="1396" w:type="pct"/>
          </w:tcPr>
          <w:p w14:paraId="24723142" w14:textId="73D6177E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Writing</w:t>
            </w:r>
          </w:p>
        </w:tc>
        <w:tc>
          <w:tcPr>
            <w:tcW w:w="3604" w:type="pct"/>
          </w:tcPr>
          <w:p w14:paraId="4BD87B74" w14:textId="64F3CD1B" w:rsidR="002B2773" w:rsidRPr="005320BF" w:rsidRDefault="008153C1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>
              <w:t>R</w:t>
            </w:r>
            <w:r w:rsidR="002B2773" w:rsidRPr="005320BF">
              <w:t xml:space="preserve">ecord weather and climate data according to workplace procedures using appropriate language, </w:t>
            </w:r>
            <w:proofErr w:type="gramStart"/>
            <w:r w:rsidR="002B2773" w:rsidRPr="005320BF">
              <w:t>grammar</w:t>
            </w:r>
            <w:proofErr w:type="gramEnd"/>
            <w:r w:rsidR="002B2773" w:rsidRPr="005320BF">
              <w:t xml:space="preserve"> and terminology</w:t>
            </w:r>
          </w:p>
        </w:tc>
      </w:tr>
      <w:tr w:rsidR="002B2773" w:rsidRPr="00336FCA" w:rsidDel="00423CB2" w14:paraId="37CB43AF" w14:textId="77777777" w:rsidTr="00CA2922">
        <w:tc>
          <w:tcPr>
            <w:tcW w:w="1396" w:type="pct"/>
          </w:tcPr>
          <w:p w14:paraId="19E20C63" w14:textId="582F8362" w:rsidR="002B2773" w:rsidRPr="005320BF" w:rsidRDefault="002B2773" w:rsidP="005320B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Numeracy</w:t>
            </w:r>
          </w:p>
        </w:tc>
        <w:tc>
          <w:tcPr>
            <w:tcW w:w="3604" w:type="pct"/>
          </w:tcPr>
          <w:p w14:paraId="1002001E" w14:textId="31D022B1" w:rsidR="002B2773" w:rsidRPr="005320BF" w:rsidRDefault="002B2773" w:rsidP="005320BF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5320BF">
              <w:t>Performs mathematical calculations to interpret and compare weather data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B2773" w14:paraId="026EDCB1" w14:textId="77777777" w:rsidTr="00F33FF2">
        <w:tc>
          <w:tcPr>
            <w:tcW w:w="1028" w:type="pct"/>
          </w:tcPr>
          <w:p w14:paraId="21DAFA88" w14:textId="5821DD36" w:rsidR="002B2773" w:rsidRPr="005320BF" w:rsidRDefault="002B2773" w:rsidP="006B26D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320BF">
              <w:t>AHCWRK3</w:t>
            </w:r>
            <w:r w:rsidR="006B26DA">
              <w:t>X</w:t>
            </w:r>
            <w:r w:rsidRPr="005320BF">
              <w:t>2 Monitor weather conditions</w:t>
            </w:r>
          </w:p>
        </w:tc>
        <w:tc>
          <w:tcPr>
            <w:tcW w:w="1105" w:type="pct"/>
          </w:tcPr>
          <w:p w14:paraId="68CA03F4" w14:textId="4F19D165" w:rsidR="002B2773" w:rsidRPr="005320BF" w:rsidRDefault="002B2773">
            <w:pPr>
              <w:pStyle w:val="SIText"/>
            </w:pPr>
            <w:r w:rsidRPr="005320BF">
              <w:t>AHCWRK302 Monitor weather conditions</w:t>
            </w:r>
          </w:p>
        </w:tc>
        <w:tc>
          <w:tcPr>
            <w:tcW w:w="1251" w:type="pct"/>
          </w:tcPr>
          <w:p w14:paraId="6250F8F7" w14:textId="77777777" w:rsidR="007E7735" w:rsidRDefault="002B2773" w:rsidP="007E7735">
            <w:pPr>
              <w:pStyle w:val="SIText"/>
            </w:pPr>
            <w:r w:rsidRPr="005320BF">
              <w:t xml:space="preserve">Minor changes to </w:t>
            </w:r>
            <w:r w:rsidR="007E7735">
              <w:t>application</w:t>
            </w:r>
          </w:p>
          <w:p w14:paraId="56146A9A" w14:textId="01BD7A76" w:rsidR="007E7735" w:rsidRDefault="007E7735" w:rsidP="007E7735">
            <w:pPr>
              <w:pStyle w:val="SIText"/>
            </w:pPr>
            <w:r>
              <w:t>M</w:t>
            </w:r>
            <w:r w:rsidR="006B26DA">
              <w:t>ajor and m</w:t>
            </w:r>
            <w:r>
              <w:t xml:space="preserve">inor changes to </w:t>
            </w:r>
            <w:r w:rsidR="006B26DA">
              <w:t xml:space="preserve">performance criteria and </w:t>
            </w:r>
            <w:r>
              <w:t>foundation skills</w:t>
            </w:r>
          </w:p>
          <w:p w14:paraId="29068B99" w14:textId="56FC419E" w:rsidR="002B2773" w:rsidRPr="005320BF" w:rsidRDefault="007E7735" w:rsidP="005320BF">
            <w:pPr>
              <w:pStyle w:val="SIText"/>
            </w:pPr>
            <w:r>
              <w:t>M</w:t>
            </w:r>
            <w:r w:rsidR="006B26DA">
              <w:t>ajor and m</w:t>
            </w:r>
            <w:r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6C3A1544" w:rsidR="002B2773" w:rsidRPr="005320BF" w:rsidRDefault="006B26DA" w:rsidP="005320BF">
            <w:pPr>
              <w:pStyle w:val="SIText"/>
            </w:pPr>
            <w:r>
              <w:t>Not e</w:t>
            </w:r>
            <w:r w:rsidR="002B2773" w:rsidRPr="005320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4C21AA29" w:rsidR="00E17A92" w:rsidRPr="005404CB" w:rsidRDefault="00520E9A" w:rsidP="005320B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5320BF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0B4ECE6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B0C02" w:rsidRPr="00FB0C02">
              <w:t>AHCWRK3</w:t>
            </w:r>
            <w:r w:rsidR="006B26DA">
              <w:t>X</w:t>
            </w:r>
            <w:r w:rsidR="00FB0C02" w:rsidRPr="00FB0C02">
              <w:t>2 Monitor weather conditions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19973BFD" w14:textId="69506907" w:rsidR="005320BF" w:rsidRDefault="002B2773" w:rsidP="002B2773">
            <w:r w:rsidRPr="002B2773">
              <w:t xml:space="preserve">An individual demonstrating competency must satisfy </w:t>
            </w:r>
            <w:proofErr w:type="gramStart"/>
            <w:r w:rsidRPr="002B2773">
              <w:t>all of</w:t>
            </w:r>
            <w:proofErr w:type="gramEnd"/>
            <w:r w:rsidRPr="002B2773">
              <w:t xml:space="preserve"> the elements and performance criteria in this unit.</w:t>
            </w:r>
          </w:p>
          <w:p w14:paraId="4549C0E4" w14:textId="4B9A7AC3" w:rsidR="002B2773" w:rsidRPr="002B2773" w:rsidRDefault="002B2773" w:rsidP="002B2773">
            <w:r w:rsidRPr="002B2773">
              <w:t>There must be evidence that the individual has monitored weather conditions</w:t>
            </w:r>
            <w:r w:rsidR="007E7735">
              <w:t xml:space="preserve"> on at least </w:t>
            </w:r>
            <w:r w:rsidR="008153C1">
              <w:t>two</w:t>
            </w:r>
            <w:r w:rsidR="007E7735">
              <w:t xml:space="preserve"> occasion</w:t>
            </w:r>
            <w:r w:rsidR="008153C1">
              <w:t>s</w:t>
            </w:r>
            <w:r w:rsidR="007E7735">
              <w:t xml:space="preserve"> and has</w:t>
            </w:r>
            <w:r w:rsidRPr="002B2773">
              <w:t>:</w:t>
            </w:r>
          </w:p>
          <w:p w14:paraId="12494577" w14:textId="77777777" w:rsidR="002B2773" w:rsidRPr="002B2773" w:rsidRDefault="002B2773" w:rsidP="002B2773">
            <w:pPr>
              <w:pStyle w:val="SIBulletList1"/>
            </w:pPr>
            <w:r w:rsidRPr="002B2773">
              <w:t>monitored and interpreted weather and climate information and considered the impact on work activities and current operations</w:t>
            </w:r>
          </w:p>
          <w:p w14:paraId="1FFA9ECE" w14:textId="77777777" w:rsidR="002B2773" w:rsidRPr="002B2773" w:rsidRDefault="002B2773" w:rsidP="002B2773">
            <w:pPr>
              <w:pStyle w:val="SIBulletList1"/>
            </w:pPr>
            <w:r w:rsidRPr="002B2773">
              <w:t>interpreted weather and climate conditions to determine preventative actions</w:t>
            </w:r>
          </w:p>
          <w:p w14:paraId="6CAAFDA1" w14:textId="77777777" w:rsidR="002B2773" w:rsidRPr="002B2773" w:rsidRDefault="002B2773" w:rsidP="002B2773">
            <w:pPr>
              <w:pStyle w:val="SIBulletList1"/>
            </w:pPr>
            <w:r w:rsidRPr="002B2773">
              <w:t>communicated warnings and concerns to others according to workplace procedures</w:t>
            </w:r>
          </w:p>
          <w:p w14:paraId="76D0FD8D" w14:textId="77777777" w:rsidR="002B2773" w:rsidRPr="002B2773" w:rsidRDefault="002B2773" w:rsidP="002B2773">
            <w:pPr>
              <w:pStyle w:val="SIBulletList1"/>
            </w:pPr>
            <w:r w:rsidRPr="002B2773">
              <w:t>determined and implemented preventative actions to minimise impact of adverse weather conditions on workplace activities</w:t>
            </w:r>
          </w:p>
          <w:p w14:paraId="4A9BF1FF" w14:textId="77777777" w:rsidR="002B2773" w:rsidRPr="002B2773" w:rsidRDefault="002B2773" w:rsidP="002B2773">
            <w:pPr>
              <w:pStyle w:val="SIBulletList1"/>
            </w:pPr>
            <w:r w:rsidRPr="002B2773">
              <w:t>monitored ongoing changes to weather conditions and reviewed prevention actions</w:t>
            </w:r>
          </w:p>
          <w:p w14:paraId="6E81AE9B" w14:textId="25CAC0A5" w:rsidR="00E17A92" w:rsidRPr="005404CB" w:rsidRDefault="002B2773" w:rsidP="002B2773">
            <w:pPr>
              <w:pStyle w:val="SIBulletList1"/>
            </w:pPr>
            <w:r w:rsidRPr="002B2773">
              <w:t xml:space="preserve">recorded weather information according to workplace </w:t>
            </w:r>
            <w:r w:rsidR="008153C1">
              <w:t>requirements</w:t>
            </w:r>
            <w:r w:rsidRPr="002B277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4E76EAF8" w14:textId="77777777" w:rsidR="00731DDF" w:rsidRPr="00731DDF" w:rsidRDefault="00731DDF" w:rsidP="00731DDF">
            <w:r w:rsidRPr="00731DDF">
              <w:t>An individual must be able to demonstrate the knowledge required to perform the tasks outlined in the elements and performance criteria of this unit. This includes knowledge of:</w:t>
            </w:r>
          </w:p>
          <w:p w14:paraId="6377C44E" w14:textId="77777777" w:rsidR="00731DDF" w:rsidRPr="00731DDF" w:rsidRDefault="00731DDF" w:rsidP="00731DDF">
            <w:pPr>
              <w:pStyle w:val="SIBulletList1"/>
            </w:pPr>
            <w:r w:rsidRPr="00731DDF">
              <w:t>weather and climate conditions and its impact upon agriculture, horticulture and conservation activities, including:</w:t>
            </w:r>
          </w:p>
          <w:p w14:paraId="04B2E2BE" w14:textId="77777777" w:rsidR="00731DDF" w:rsidRPr="00731DDF" w:rsidRDefault="00731DDF" w:rsidP="00731DDF">
            <w:pPr>
              <w:pStyle w:val="SIBulletList2"/>
            </w:pPr>
            <w:r w:rsidRPr="00731DDF">
              <w:t>humidity</w:t>
            </w:r>
          </w:p>
          <w:p w14:paraId="5DB156E8" w14:textId="77777777" w:rsidR="00731DDF" w:rsidRPr="00731DDF" w:rsidRDefault="00731DDF" w:rsidP="00731DDF">
            <w:pPr>
              <w:pStyle w:val="SIBulletList2"/>
            </w:pPr>
            <w:r w:rsidRPr="00731DDF">
              <w:t>temperature</w:t>
            </w:r>
          </w:p>
          <w:p w14:paraId="775FF1D9" w14:textId="77777777" w:rsidR="00731DDF" w:rsidRPr="00731DDF" w:rsidRDefault="00731DDF" w:rsidP="00731DDF">
            <w:pPr>
              <w:pStyle w:val="SIBulletList2"/>
            </w:pPr>
            <w:r w:rsidRPr="00731DDF">
              <w:t>sunlight light</w:t>
            </w:r>
          </w:p>
          <w:p w14:paraId="17803882" w14:textId="3F1F68E2" w:rsidR="00731DDF" w:rsidRPr="00731DDF" w:rsidRDefault="00731DDF" w:rsidP="00731DDF">
            <w:pPr>
              <w:pStyle w:val="SIBulletList2"/>
            </w:pPr>
            <w:r w:rsidRPr="00731DDF">
              <w:rPr>
                <w:noProof/>
              </w:rPr>
              <w:drawing>
                <wp:inline distT="0" distB="0" distL="0" distR="0" wp14:anchorId="7A947EFA" wp14:editId="44CDF4B2">
                  <wp:extent cx="657225" cy="152400"/>
                  <wp:effectExtent l="0" t="0" r="9525" b="0"/>
                  <wp:docPr id="1" name="Picture 1" descr="Image&#10;           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&#10;           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49B02" w14:textId="77777777" w:rsidR="00731DDF" w:rsidRPr="00731DDF" w:rsidRDefault="00731DDF" w:rsidP="00731DDF">
            <w:pPr>
              <w:pStyle w:val="SIBulletList2"/>
            </w:pPr>
            <w:r w:rsidRPr="00731DDF">
              <w:t>frosts</w:t>
            </w:r>
          </w:p>
          <w:p w14:paraId="24BB7604" w14:textId="77777777" w:rsidR="00731DDF" w:rsidRPr="00731DDF" w:rsidRDefault="00731DDF" w:rsidP="00731DDF">
            <w:pPr>
              <w:pStyle w:val="SIBulletList2"/>
            </w:pPr>
            <w:r w:rsidRPr="00731DDF">
              <w:t>inversions</w:t>
            </w:r>
          </w:p>
          <w:p w14:paraId="46AB4C92" w14:textId="77777777" w:rsidR="00731DDF" w:rsidRPr="00731DDF" w:rsidRDefault="00731DDF" w:rsidP="00731DDF">
            <w:pPr>
              <w:pStyle w:val="SIBulletList2"/>
            </w:pPr>
            <w:r w:rsidRPr="00731DDF">
              <w:t>dew point</w:t>
            </w:r>
          </w:p>
          <w:p w14:paraId="34A56411" w14:textId="77777777" w:rsidR="00731DDF" w:rsidRPr="00731DDF" w:rsidRDefault="00731DDF" w:rsidP="00731DDF">
            <w:pPr>
              <w:pStyle w:val="SIBulletList2"/>
            </w:pPr>
            <w:r w:rsidRPr="00731DDF">
              <w:t>wind - force and direction</w:t>
            </w:r>
          </w:p>
          <w:p w14:paraId="47FCB0A6" w14:textId="77777777" w:rsidR="00731DDF" w:rsidRPr="00731DDF" w:rsidRDefault="00731DDF" w:rsidP="00731DDF">
            <w:pPr>
              <w:pStyle w:val="SIBulletList2"/>
            </w:pPr>
            <w:r w:rsidRPr="00731DDF">
              <w:t>rainfall - precipitation rate and frequency</w:t>
            </w:r>
          </w:p>
          <w:p w14:paraId="4411AD4A" w14:textId="77777777" w:rsidR="00731DDF" w:rsidRPr="00731DDF" w:rsidRDefault="00731DDF" w:rsidP="00731DDF">
            <w:pPr>
              <w:pStyle w:val="SIBulletList1"/>
            </w:pPr>
            <w:r w:rsidRPr="00731DDF">
              <w:t>effect of adverse weather conditions on agriculture, horticulture and conservation activities</w:t>
            </w:r>
          </w:p>
          <w:p w14:paraId="7531D9AE" w14:textId="77777777" w:rsidR="00731DDF" w:rsidRPr="00731DDF" w:rsidRDefault="00731DDF" w:rsidP="00731DDF">
            <w:pPr>
              <w:pStyle w:val="SIBulletList1"/>
            </w:pPr>
            <w:r w:rsidRPr="00731DDF">
              <w:t>strategies to mitigate effects of adverse weather and climatic conditions on agriculture, horticulture and conservation activities</w:t>
            </w:r>
          </w:p>
          <w:p w14:paraId="1478D456" w14:textId="77777777" w:rsidR="00731DDF" w:rsidRPr="00731DDF" w:rsidRDefault="00731DDF" w:rsidP="00731DDF">
            <w:pPr>
              <w:pStyle w:val="SIBulletList1"/>
            </w:pPr>
            <w:r w:rsidRPr="00731DDF">
              <w:t>methods of monitoring and interpreting weather and climatic conditions, including:</w:t>
            </w:r>
          </w:p>
          <w:p w14:paraId="7A769EE9" w14:textId="77777777" w:rsidR="00731DDF" w:rsidRPr="00731DDF" w:rsidRDefault="00731DDF" w:rsidP="00856D7C">
            <w:pPr>
              <w:pStyle w:val="SIBulletList2"/>
            </w:pPr>
            <w:r w:rsidRPr="00731DDF">
              <w:t>bureau of meteorology</w:t>
            </w:r>
          </w:p>
          <w:p w14:paraId="33BB4F46" w14:textId="77777777" w:rsidR="00731DDF" w:rsidRPr="00731DDF" w:rsidRDefault="00731DDF" w:rsidP="00856D7C">
            <w:pPr>
              <w:pStyle w:val="SIBulletList2"/>
            </w:pPr>
            <w:r w:rsidRPr="00731DDF">
              <w:t>local weather stations</w:t>
            </w:r>
          </w:p>
          <w:p w14:paraId="33DD095F" w14:textId="77777777" w:rsidR="00731DDF" w:rsidRPr="00731DDF" w:rsidRDefault="00731DDF" w:rsidP="00856D7C">
            <w:pPr>
              <w:pStyle w:val="SIBulletList2"/>
            </w:pPr>
            <w:r w:rsidRPr="00731DDF">
              <w:t>weather meters</w:t>
            </w:r>
          </w:p>
          <w:p w14:paraId="411BDF05" w14:textId="4D58AEB6" w:rsidR="00770FC4" w:rsidRPr="005404CB" w:rsidRDefault="007E7735">
            <w:pPr>
              <w:pStyle w:val="SIBulletList1"/>
            </w:pPr>
            <w:r>
              <w:t>workplace</w:t>
            </w:r>
            <w:r w:rsidR="00731DDF" w:rsidRPr="00731DDF">
              <w:t xml:space="preserve"> and industry procedures for monitoring weather and climate conditions and recording and reporting.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2ACC2DC7" w14:textId="77777777" w:rsidR="00856D7C" w:rsidRPr="00856D7C" w:rsidRDefault="00856D7C" w:rsidP="00856D7C">
            <w:r w:rsidRPr="00856D7C">
              <w:t>Assessment of skills must take place under the following conditions:</w:t>
            </w:r>
          </w:p>
          <w:p w14:paraId="37191840" w14:textId="77777777" w:rsidR="00856D7C" w:rsidRPr="00856D7C" w:rsidRDefault="00856D7C" w:rsidP="00856D7C">
            <w:pPr>
              <w:pStyle w:val="SIBulletList1"/>
            </w:pPr>
            <w:r w:rsidRPr="00856D7C">
              <w:t>physical conditions:</w:t>
            </w:r>
          </w:p>
          <w:p w14:paraId="58C43347" w14:textId="166D74F2" w:rsidR="00856D7C" w:rsidRPr="00856D7C" w:rsidRDefault="00856D7C" w:rsidP="00856D7C">
            <w:pPr>
              <w:pStyle w:val="SIBulletList2"/>
            </w:pPr>
            <w:r w:rsidRPr="00856D7C">
              <w:t>a</w:t>
            </w:r>
            <w:r w:rsidR="007E7735">
              <w:t xml:space="preserve"> workplace setting</w:t>
            </w:r>
            <w:r w:rsidRPr="00856D7C">
              <w:t xml:space="preserve"> or an environment that accurately represents workplace conditions</w:t>
            </w:r>
          </w:p>
          <w:p w14:paraId="79F01770" w14:textId="77777777" w:rsidR="00856D7C" w:rsidRPr="00856D7C" w:rsidRDefault="00856D7C" w:rsidP="00856D7C">
            <w:pPr>
              <w:pStyle w:val="SIBulletList1"/>
            </w:pPr>
            <w:r w:rsidRPr="00856D7C">
              <w:t>resources, equipment and materials:</w:t>
            </w:r>
          </w:p>
          <w:p w14:paraId="1557AB85" w14:textId="77777777" w:rsidR="009F6A42" w:rsidRPr="009F6A42" w:rsidRDefault="009F6A42" w:rsidP="009F6A42">
            <w:pPr>
              <w:pStyle w:val="SIBulletList2"/>
            </w:pPr>
            <w:r w:rsidRPr="00856D7C">
              <w:t>weather reports, warnings and climate data relevant to workplace</w:t>
            </w:r>
          </w:p>
          <w:p w14:paraId="049B9CB4" w14:textId="6285D9F5" w:rsidR="00856D7C" w:rsidRPr="00856D7C" w:rsidRDefault="00856D7C" w:rsidP="00856D7C">
            <w:pPr>
              <w:pStyle w:val="SIBulletList2"/>
            </w:pPr>
            <w:r w:rsidRPr="00856D7C">
              <w:t xml:space="preserve">computer </w:t>
            </w:r>
            <w:r w:rsidR="006B26DA">
              <w:t xml:space="preserve">hardware and software </w:t>
            </w:r>
            <w:r w:rsidRPr="00856D7C">
              <w:t>or similar technologies to access weather data</w:t>
            </w:r>
          </w:p>
          <w:p w14:paraId="60D76587" w14:textId="77777777" w:rsidR="00856D7C" w:rsidRPr="00856D7C" w:rsidRDefault="00856D7C" w:rsidP="00856D7C">
            <w:pPr>
              <w:pStyle w:val="SIBulletList1"/>
            </w:pPr>
            <w:r w:rsidRPr="00856D7C">
              <w:t>specifications:</w:t>
            </w:r>
          </w:p>
          <w:p w14:paraId="425ED877" w14:textId="77777777" w:rsidR="00856D7C" w:rsidRPr="00856D7C" w:rsidRDefault="00856D7C" w:rsidP="00856D7C">
            <w:pPr>
              <w:pStyle w:val="SIBulletList2"/>
            </w:pPr>
            <w:r w:rsidRPr="00856D7C">
              <w:t>workplace procedures, instructions or job specifications relevant to assessing the effects of weather conditions</w:t>
            </w:r>
          </w:p>
          <w:p w14:paraId="4C2A5A34" w14:textId="77777777" w:rsidR="00856D7C" w:rsidRPr="00856D7C" w:rsidRDefault="00856D7C" w:rsidP="00856D7C">
            <w:pPr>
              <w:pStyle w:val="SIBulletList1"/>
            </w:pPr>
            <w:r w:rsidRPr="00856D7C">
              <w:t>relationships:</w:t>
            </w:r>
          </w:p>
          <w:p w14:paraId="0FD35B4E" w14:textId="60651594" w:rsidR="00856D7C" w:rsidRPr="00856D7C" w:rsidRDefault="00856D7C" w:rsidP="00856D7C">
            <w:pPr>
              <w:pStyle w:val="SIBulletList2"/>
            </w:pPr>
            <w:r w:rsidRPr="00856D7C">
              <w:t>team members.</w:t>
            </w:r>
          </w:p>
          <w:p w14:paraId="662F654A" w14:textId="77777777" w:rsidR="00856D7C" w:rsidRDefault="00856D7C" w:rsidP="00856D7C">
            <w:pPr>
              <w:pStyle w:val="SIText"/>
            </w:pPr>
          </w:p>
          <w:p w14:paraId="29F679B7" w14:textId="20F9BBDD" w:rsidR="00856D7C" w:rsidRPr="005404CB" w:rsidRDefault="00856D7C" w:rsidP="00856D7C">
            <w:pPr>
              <w:pStyle w:val="SIText"/>
              <w:rPr>
                <w:rFonts w:eastAsia="Calibri"/>
              </w:rPr>
            </w:pPr>
            <w:r w:rsidRPr="00856D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0651C2AC" w:rsidR="00E17A92" w:rsidRPr="005404CB" w:rsidRDefault="005320BF" w:rsidP="005404CB">
            <w:pPr>
              <w:pStyle w:val="SIText"/>
            </w:pPr>
            <w:hyperlink r:id="rId13" w:history="1">
              <w:r w:rsidR="00E17A92" w:rsidRPr="005320BF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BC9" w14:textId="77777777" w:rsidR="009C144A" w:rsidRDefault="009C144A" w:rsidP="00BF3F0A">
      <w:r>
        <w:separator/>
      </w:r>
    </w:p>
    <w:p w14:paraId="6B047171" w14:textId="77777777" w:rsidR="009C144A" w:rsidRDefault="009C144A"/>
  </w:endnote>
  <w:endnote w:type="continuationSeparator" w:id="0">
    <w:p w14:paraId="010FB5BF" w14:textId="77777777" w:rsidR="009C144A" w:rsidRDefault="009C144A" w:rsidP="00BF3F0A">
      <w:r>
        <w:continuationSeparator/>
      </w:r>
    </w:p>
    <w:p w14:paraId="52BC1715" w14:textId="77777777" w:rsidR="009C144A" w:rsidRDefault="009C14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90879" w14:textId="77777777" w:rsidR="009C144A" w:rsidRDefault="009C144A" w:rsidP="00BF3F0A">
      <w:r>
        <w:separator/>
      </w:r>
    </w:p>
    <w:p w14:paraId="33F6BA36" w14:textId="77777777" w:rsidR="009C144A" w:rsidRDefault="009C144A"/>
  </w:footnote>
  <w:footnote w:type="continuationSeparator" w:id="0">
    <w:p w14:paraId="476772BA" w14:textId="77777777" w:rsidR="009C144A" w:rsidRDefault="009C144A" w:rsidP="00BF3F0A">
      <w:r>
        <w:continuationSeparator/>
      </w:r>
    </w:p>
    <w:p w14:paraId="66A92E0C" w14:textId="77777777" w:rsidR="009C144A" w:rsidRDefault="009C14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5F520B74" w:rsidR="009C2650" w:rsidRPr="00FB0C02" w:rsidRDefault="00910C9E" w:rsidP="00FB0C02">
    <w:sdt>
      <w:sdtPr>
        <w:rPr>
          <w:lang w:eastAsia="en-US"/>
        </w:rPr>
        <w:id w:val="-206377920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76B37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66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B0C02" w:rsidRPr="00FB0C02">
      <w:rPr>
        <w:lang w:eastAsia="en-US"/>
      </w:rPr>
      <w:t>AHCWRK3</w:t>
    </w:r>
    <w:r w:rsidR="00013EC7">
      <w:t>X</w:t>
    </w:r>
    <w:r w:rsidR="00FB0C02" w:rsidRPr="00FB0C02">
      <w:rPr>
        <w:lang w:eastAsia="en-US"/>
      </w:rPr>
      <w:t>2 Monitor weather conditions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6626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3EC7"/>
    <w:rsid w:val="00016803"/>
    <w:rsid w:val="00023992"/>
    <w:rsid w:val="000275AE"/>
    <w:rsid w:val="0003463A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C8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E72B6"/>
    <w:rsid w:val="003E7BBE"/>
    <w:rsid w:val="004127E3"/>
    <w:rsid w:val="004272A1"/>
    <w:rsid w:val="0043212E"/>
    <w:rsid w:val="00434366"/>
    <w:rsid w:val="00434ECE"/>
    <w:rsid w:val="0043637D"/>
    <w:rsid w:val="00444423"/>
    <w:rsid w:val="00452F3E"/>
    <w:rsid w:val="0046239A"/>
    <w:rsid w:val="004640AE"/>
    <w:rsid w:val="00466F18"/>
    <w:rsid w:val="004679E3"/>
    <w:rsid w:val="00467DC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63F6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320BF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B26DA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1DDF"/>
    <w:rsid w:val="0073404B"/>
    <w:rsid w:val="007341F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5A78"/>
    <w:rsid w:val="007E3BD1"/>
    <w:rsid w:val="007E7735"/>
    <w:rsid w:val="007F1563"/>
    <w:rsid w:val="007F1EB2"/>
    <w:rsid w:val="007F44DB"/>
    <w:rsid w:val="007F5A8B"/>
    <w:rsid w:val="008153C1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32F6"/>
    <w:rsid w:val="00910C9E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9F6A42"/>
    <w:rsid w:val="00A0695B"/>
    <w:rsid w:val="00A13052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0F0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33F0B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B0C02"/>
    <w:rsid w:val="00FB232E"/>
    <w:rsid w:val="00FD557D"/>
    <w:rsid w:val="00FE0282"/>
    <w:rsid w:val="00FE124D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320B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32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gov.au/Pages/TrainingDocs.aspx?q=c6399549-9c62-4a5e-bf1a-524b2322cf72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45580-4F5E-4352-BA46-32B09C583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243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91</cp:revision>
  <cp:lastPrinted>2016-05-27T05:21:00Z</cp:lastPrinted>
  <dcterms:created xsi:type="dcterms:W3CDTF">2021-08-11T23:10:00Z</dcterms:created>
  <dcterms:modified xsi:type="dcterms:W3CDTF">2021-11-25T07:43:00Z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